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FED" w:rsidRDefault="00E86693" w:rsidP="00E866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693">
        <w:rPr>
          <w:rFonts w:ascii="Times New Roman" w:hAnsi="Times New Roman" w:cs="Times New Roman"/>
          <w:b/>
          <w:sz w:val="28"/>
          <w:szCs w:val="28"/>
        </w:rPr>
        <w:t>Физиология дыхания. Физиология пищеварения</w:t>
      </w:r>
    </w:p>
    <w:p w:rsidR="00E86693" w:rsidRDefault="00E86693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6693" w:rsidRDefault="00E86693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DD346D">
        <w:rPr>
          <w:rFonts w:ascii="Times New Roman" w:hAnsi="Times New Roman" w:cs="Times New Roman"/>
          <w:sz w:val="28"/>
          <w:szCs w:val="28"/>
        </w:rPr>
        <w:t>Что такое дыхание? Его сущность и значение для организма. Виды дыхания.</w:t>
      </w:r>
    </w:p>
    <w:p w:rsidR="00DD346D" w:rsidRDefault="00DD346D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Функции воздухоносных путей.</w:t>
      </w:r>
    </w:p>
    <w:p w:rsidR="00DD346D" w:rsidRDefault="00DD346D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Что такое инспирация и экспирация? Как осуществляется механизм легочного дыхания?</w:t>
      </w:r>
    </w:p>
    <w:p w:rsidR="00DD346D" w:rsidRDefault="00DD346D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Отрицательное давление в плевральной полости, как оно создается, его 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чение для работы легких?</w:t>
      </w:r>
    </w:p>
    <w:p w:rsidR="00DD346D" w:rsidRDefault="00DD346D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акие существуют типы дыхания, их характеристика, у кого встречаются?</w:t>
      </w:r>
    </w:p>
    <w:p w:rsidR="00DD346D" w:rsidRDefault="00DD346D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Объем и емкости легких, их виды и характеристика.</w:t>
      </w:r>
    </w:p>
    <w:p w:rsidR="00DD346D" w:rsidRDefault="00DD346D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Легочная вентиляция, что это такое, ее характеристика.</w:t>
      </w:r>
    </w:p>
    <w:p w:rsidR="00DD346D" w:rsidRDefault="00DD346D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Состав вдыхаемого, выдыхаемого и альвеолярного воздуха.</w:t>
      </w:r>
    </w:p>
    <w:p w:rsidR="00DD346D" w:rsidRDefault="00DD346D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 w:rsidR="004A68D6">
        <w:rPr>
          <w:rFonts w:ascii="Times New Roman" w:hAnsi="Times New Roman" w:cs="Times New Roman"/>
          <w:sz w:val="28"/>
          <w:szCs w:val="28"/>
        </w:rPr>
        <w:t>Функции легких не связанные с газообменом.</w:t>
      </w:r>
    </w:p>
    <w:p w:rsidR="004A68D6" w:rsidRDefault="004A68D6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Что такое парциальное давление, как оно рассчитывается? Что такое напр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жение, где применяется этот термин?</w:t>
      </w:r>
    </w:p>
    <w:p w:rsidR="004A68D6" w:rsidRDefault="004A68D6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Связывание и перенос кислорода кровью.</w:t>
      </w:r>
    </w:p>
    <w:p w:rsidR="004A68D6" w:rsidRDefault="004A68D6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Связывание и перенос углекислого газа кровью. Газообмен в легких.</w:t>
      </w:r>
    </w:p>
    <w:p w:rsidR="004A68D6" w:rsidRDefault="004A68D6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Газообмен в тканях и клеточное дыхание.</w:t>
      </w:r>
    </w:p>
    <w:p w:rsidR="004A68D6" w:rsidRDefault="004A68D6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Взаимосвязь дыхания и кровообращения.</w:t>
      </w:r>
    </w:p>
    <w:p w:rsidR="004A68D6" w:rsidRDefault="004A68D6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Нервная регуляция дыхания.</w:t>
      </w:r>
    </w:p>
    <w:p w:rsidR="004A68D6" w:rsidRDefault="004A68D6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Гуморальная и рефлекторная регуляция дыхания.</w:t>
      </w:r>
    </w:p>
    <w:p w:rsidR="004A68D6" w:rsidRDefault="004A68D6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Зависимость дыхания от различных факторов среды: возраста, физиологич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ского состояния, избытка или недостатка СО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4A68D6" w:rsidRDefault="004A68D6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Дыхание при мышечной работе, измененном атмосферном давлении, при повышенном барометрическом давлении.</w:t>
      </w:r>
    </w:p>
    <w:p w:rsidR="004A68D6" w:rsidRDefault="004A68D6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Особенности дыхания у птиц</w:t>
      </w:r>
      <w:r w:rsidR="0072349A">
        <w:rPr>
          <w:rFonts w:ascii="Times New Roman" w:hAnsi="Times New Roman" w:cs="Times New Roman"/>
          <w:sz w:val="28"/>
          <w:szCs w:val="28"/>
        </w:rPr>
        <w:t>. Механизм дыхания.</w:t>
      </w:r>
    </w:p>
    <w:p w:rsidR="0072349A" w:rsidRDefault="0072349A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Роль воздухоносных мешков.</w:t>
      </w:r>
    </w:p>
    <w:p w:rsidR="0072349A" w:rsidRDefault="0072349A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366BDB">
        <w:rPr>
          <w:rFonts w:ascii="Times New Roman" w:hAnsi="Times New Roman" w:cs="Times New Roman"/>
          <w:sz w:val="28"/>
          <w:szCs w:val="28"/>
        </w:rPr>
        <w:t xml:space="preserve"> Что такое пищеварение, его сущность и значение для организма? Типы п</w:t>
      </w:r>
      <w:r w:rsidR="00366BDB">
        <w:rPr>
          <w:rFonts w:ascii="Times New Roman" w:hAnsi="Times New Roman" w:cs="Times New Roman"/>
          <w:sz w:val="28"/>
          <w:szCs w:val="28"/>
        </w:rPr>
        <w:t>и</w:t>
      </w:r>
      <w:r w:rsidR="00366BDB">
        <w:rPr>
          <w:rFonts w:ascii="Times New Roman" w:hAnsi="Times New Roman" w:cs="Times New Roman"/>
          <w:sz w:val="28"/>
          <w:szCs w:val="28"/>
        </w:rPr>
        <w:t>щеварения.</w:t>
      </w:r>
    </w:p>
    <w:p w:rsidR="00366BDB" w:rsidRDefault="00366BDB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Функции органов пищеварения.</w:t>
      </w:r>
    </w:p>
    <w:p w:rsidR="00366BDB" w:rsidRDefault="00366BDB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Пищеварение в полости рта: этапы и фазы, их краткая характеристика.</w:t>
      </w:r>
    </w:p>
    <w:p w:rsidR="00366BDB" w:rsidRDefault="00366BDB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Прием корма, какие фазы выделяют, их характеристика?</w:t>
      </w:r>
    </w:p>
    <w:p w:rsidR="00366BDB" w:rsidRDefault="00366BDB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Собственно ротовое пищеварение, его фазы, их характеристика?</w:t>
      </w:r>
    </w:p>
    <w:p w:rsidR="00384FF6" w:rsidRDefault="00366BDB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Слюноотделение: </w:t>
      </w:r>
      <w:r w:rsidR="00384FF6">
        <w:rPr>
          <w:rFonts w:ascii="Times New Roman" w:hAnsi="Times New Roman" w:cs="Times New Roman"/>
          <w:sz w:val="28"/>
          <w:szCs w:val="28"/>
        </w:rPr>
        <w:t>где вырабатывается</w:t>
      </w:r>
      <w:r w:rsidR="000E3519">
        <w:rPr>
          <w:rFonts w:ascii="Times New Roman" w:hAnsi="Times New Roman" w:cs="Times New Roman"/>
          <w:sz w:val="28"/>
          <w:szCs w:val="28"/>
        </w:rPr>
        <w:t xml:space="preserve"> слюна</w:t>
      </w:r>
      <w:r w:rsidR="00384FF6">
        <w:rPr>
          <w:rFonts w:ascii="Times New Roman" w:hAnsi="Times New Roman" w:cs="Times New Roman"/>
          <w:sz w:val="28"/>
          <w:szCs w:val="28"/>
        </w:rPr>
        <w:t>, методы изучения, количество выделяемой слюны, состав слюны в зависимости от принимаемого корма.</w:t>
      </w:r>
    </w:p>
    <w:p w:rsidR="00366BDB" w:rsidRDefault="00384FF6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Состав и свойства слюны.</w:t>
      </w:r>
    </w:p>
    <w:p w:rsidR="00384FF6" w:rsidRDefault="00384FF6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Слюноотделение у лошади.</w:t>
      </w:r>
    </w:p>
    <w:p w:rsidR="00384FF6" w:rsidRDefault="00384FF6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Слюноотделение у  жвачных.</w:t>
      </w:r>
    </w:p>
    <w:p w:rsidR="00384FF6" w:rsidRDefault="00384FF6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Слюноотделение у свиньи.</w:t>
      </w:r>
    </w:p>
    <w:p w:rsidR="00384FF6" w:rsidRDefault="00384FF6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10C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Глотание, его фазы и характеристика.</w:t>
      </w:r>
    </w:p>
    <w:p w:rsidR="00384FF6" w:rsidRDefault="00384FF6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10C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Пищеварение в желудке, где и чем вырабатываются составные части жел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дочного сока. </w:t>
      </w:r>
    </w:p>
    <w:p w:rsidR="00384FF6" w:rsidRDefault="00384FF6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10C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Состав и свойства желудочного сока. </w:t>
      </w:r>
    </w:p>
    <w:p w:rsidR="000E3519" w:rsidRDefault="000E3519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110CC"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айте характеристику органическим веществам желудочного сока.</w:t>
      </w:r>
    </w:p>
    <w:p w:rsidR="00384FF6" w:rsidRDefault="00E110CC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0E3519">
        <w:rPr>
          <w:rFonts w:ascii="Times New Roman" w:hAnsi="Times New Roman" w:cs="Times New Roman"/>
          <w:sz w:val="28"/>
          <w:szCs w:val="28"/>
        </w:rPr>
        <w:t xml:space="preserve"> Свойства и функции соляной кислоты.</w:t>
      </w:r>
    </w:p>
    <w:p w:rsidR="000E3519" w:rsidRDefault="000E3519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110CC">
        <w:rPr>
          <w:rFonts w:ascii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айте характеристику сложнорефлекторной фазы желудочной секреции.</w:t>
      </w:r>
    </w:p>
    <w:p w:rsidR="000E3519" w:rsidRDefault="000E3519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56BB6">
        <w:rPr>
          <w:rFonts w:ascii="Times New Roman" w:hAnsi="Times New Roman" w:cs="Times New Roman"/>
          <w:sz w:val="28"/>
          <w:szCs w:val="28"/>
        </w:rPr>
        <w:t>7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характеристику желудочной </w:t>
      </w:r>
      <w:r w:rsidR="00134618">
        <w:rPr>
          <w:rFonts w:ascii="Times New Roman" w:hAnsi="Times New Roman" w:cs="Times New Roman"/>
          <w:sz w:val="28"/>
          <w:szCs w:val="28"/>
        </w:rPr>
        <w:t>и кишечной фаз</w:t>
      </w:r>
      <w:r>
        <w:rPr>
          <w:rFonts w:ascii="Times New Roman" w:hAnsi="Times New Roman" w:cs="Times New Roman"/>
          <w:sz w:val="28"/>
          <w:szCs w:val="28"/>
        </w:rPr>
        <w:t xml:space="preserve"> секреции</w:t>
      </w:r>
      <w:r w:rsidR="00134618">
        <w:rPr>
          <w:rFonts w:ascii="Times New Roman" w:hAnsi="Times New Roman" w:cs="Times New Roman"/>
          <w:sz w:val="28"/>
          <w:szCs w:val="28"/>
        </w:rPr>
        <w:t xml:space="preserve"> желудочного сока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3519" w:rsidRDefault="00956BB6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34618">
        <w:rPr>
          <w:rFonts w:ascii="Times New Roman" w:hAnsi="Times New Roman" w:cs="Times New Roman"/>
          <w:sz w:val="28"/>
          <w:szCs w:val="28"/>
        </w:rPr>
        <w:t>8</w:t>
      </w:r>
      <w:r w:rsidR="00384FF6">
        <w:rPr>
          <w:rFonts w:ascii="Times New Roman" w:hAnsi="Times New Roman" w:cs="Times New Roman"/>
          <w:sz w:val="28"/>
          <w:szCs w:val="28"/>
        </w:rPr>
        <w:t xml:space="preserve"> </w:t>
      </w:r>
      <w:r w:rsidR="000E3519">
        <w:rPr>
          <w:rFonts w:ascii="Times New Roman" w:hAnsi="Times New Roman" w:cs="Times New Roman"/>
          <w:sz w:val="28"/>
          <w:szCs w:val="28"/>
        </w:rPr>
        <w:t>Моторная функция желудка</w:t>
      </w:r>
      <w:r w:rsidR="00384FF6">
        <w:rPr>
          <w:rFonts w:ascii="Times New Roman" w:hAnsi="Times New Roman" w:cs="Times New Roman"/>
          <w:sz w:val="28"/>
          <w:szCs w:val="28"/>
        </w:rPr>
        <w:t>, виды моторик</w:t>
      </w:r>
      <w:r w:rsidR="000E3519">
        <w:rPr>
          <w:rFonts w:ascii="Times New Roman" w:hAnsi="Times New Roman" w:cs="Times New Roman"/>
          <w:sz w:val="28"/>
          <w:szCs w:val="28"/>
        </w:rPr>
        <w:t>и.</w:t>
      </w:r>
    </w:p>
    <w:p w:rsidR="00384FF6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384FF6">
        <w:rPr>
          <w:rFonts w:ascii="Times New Roman" w:hAnsi="Times New Roman" w:cs="Times New Roman"/>
          <w:sz w:val="28"/>
          <w:szCs w:val="28"/>
        </w:rPr>
        <w:t xml:space="preserve"> Переход содержимого желудка в кишечник (пилорический рефлекс).</w:t>
      </w:r>
    </w:p>
    <w:p w:rsidR="00384FF6" w:rsidRDefault="000E3519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4618">
        <w:rPr>
          <w:rFonts w:ascii="Times New Roman" w:hAnsi="Times New Roman" w:cs="Times New Roman"/>
          <w:sz w:val="28"/>
          <w:szCs w:val="28"/>
        </w:rPr>
        <w:t>0</w:t>
      </w:r>
      <w:r w:rsidR="00384F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Желудочное пищеварение у лошади.</w:t>
      </w:r>
    </w:p>
    <w:p w:rsidR="000E3519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0E3519">
        <w:rPr>
          <w:rFonts w:ascii="Times New Roman" w:hAnsi="Times New Roman" w:cs="Times New Roman"/>
          <w:sz w:val="28"/>
          <w:szCs w:val="28"/>
        </w:rPr>
        <w:t xml:space="preserve"> Желудочное пищеварение у свиньи.</w:t>
      </w:r>
    </w:p>
    <w:p w:rsidR="000E3519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0E3519">
        <w:rPr>
          <w:rFonts w:ascii="Times New Roman" w:hAnsi="Times New Roman" w:cs="Times New Roman"/>
          <w:sz w:val="28"/>
          <w:szCs w:val="28"/>
        </w:rPr>
        <w:t xml:space="preserve"> Пищеварение в желудке кролика.</w:t>
      </w:r>
    </w:p>
    <w:p w:rsidR="00E110CC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0E3519">
        <w:rPr>
          <w:rFonts w:ascii="Times New Roman" w:hAnsi="Times New Roman" w:cs="Times New Roman"/>
          <w:sz w:val="28"/>
          <w:szCs w:val="28"/>
        </w:rPr>
        <w:t xml:space="preserve"> </w:t>
      </w:r>
      <w:r w:rsidR="00E110CC">
        <w:rPr>
          <w:rFonts w:ascii="Times New Roman" w:hAnsi="Times New Roman" w:cs="Times New Roman"/>
          <w:sz w:val="28"/>
          <w:szCs w:val="28"/>
        </w:rPr>
        <w:t>Строение желудка крупного рогатого скота, функции каждого отдела.</w:t>
      </w:r>
    </w:p>
    <w:p w:rsidR="000E3519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E110CC">
        <w:rPr>
          <w:rFonts w:ascii="Times New Roman" w:hAnsi="Times New Roman" w:cs="Times New Roman"/>
          <w:sz w:val="28"/>
          <w:szCs w:val="28"/>
        </w:rPr>
        <w:t xml:space="preserve"> Микроорганизмы </w:t>
      </w:r>
      <w:r w:rsidR="000E35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10CC">
        <w:rPr>
          <w:rFonts w:ascii="Times New Roman" w:hAnsi="Times New Roman" w:cs="Times New Roman"/>
          <w:sz w:val="28"/>
          <w:szCs w:val="28"/>
        </w:rPr>
        <w:t>преджелудков</w:t>
      </w:r>
      <w:proofErr w:type="spellEnd"/>
      <w:r w:rsidR="00E110CC">
        <w:rPr>
          <w:rFonts w:ascii="Times New Roman" w:hAnsi="Times New Roman" w:cs="Times New Roman"/>
          <w:sz w:val="28"/>
          <w:szCs w:val="28"/>
        </w:rPr>
        <w:t>.</w:t>
      </w:r>
    </w:p>
    <w:p w:rsidR="00134618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 Превращение азотистых веществ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преджелудках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34618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46 Превращение углеводов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преджелудках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110CC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E110CC">
        <w:rPr>
          <w:rFonts w:ascii="Times New Roman" w:hAnsi="Times New Roman" w:cs="Times New Roman"/>
          <w:sz w:val="28"/>
          <w:szCs w:val="28"/>
        </w:rPr>
        <w:t xml:space="preserve"> Пищеварение в рубце.</w:t>
      </w:r>
    </w:p>
    <w:p w:rsidR="00E110CC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E110CC">
        <w:rPr>
          <w:rFonts w:ascii="Times New Roman" w:hAnsi="Times New Roman" w:cs="Times New Roman"/>
          <w:sz w:val="28"/>
          <w:szCs w:val="28"/>
        </w:rPr>
        <w:t xml:space="preserve"> Моторная функция </w:t>
      </w:r>
      <w:proofErr w:type="spellStart"/>
      <w:r w:rsidR="00E110CC">
        <w:rPr>
          <w:rFonts w:ascii="Times New Roman" w:hAnsi="Times New Roman" w:cs="Times New Roman"/>
          <w:sz w:val="28"/>
          <w:szCs w:val="28"/>
        </w:rPr>
        <w:t>преджелудков</w:t>
      </w:r>
      <w:proofErr w:type="spellEnd"/>
      <w:r w:rsidR="00E110CC">
        <w:rPr>
          <w:rFonts w:ascii="Times New Roman" w:hAnsi="Times New Roman" w:cs="Times New Roman"/>
          <w:sz w:val="28"/>
          <w:szCs w:val="28"/>
        </w:rPr>
        <w:t>.</w:t>
      </w:r>
    </w:p>
    <w:p w:rsidR="00E110CC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E110CC">
        <w:rPr>
          <w:rFonts w:ascii="Times New Roman" w:hAnsi="Times New Roman" w:cs="Times New Roman"/>
          <w:sz w:val="28"/>
          <w:szCs w:val="28"/>
        </w:rPr>
        <w:t xml:space="preserve"> Жвачный процесс, что это такое, дайте его характеристику.</w:t>
      </w:r>
    </w:p>
    <w:p w:rsidR="00134618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956BB6">
        <w:rPr>
          <w:rFonts w:ascii="Times New Roman" w:hAnsi="Times New Roman" w:cs="Times New Roman"/>
          <w:sz w:val="28"/>
          <w:szCs w:val="28"/>
        </w:rPr>
        <w:t xml:space="preserve"> Желудочное пищеварение у молодняка жвачных в молочный и переходный п</w:t>
      </w:r>
      <w:r w:rsidR="00956BB6">
        <w:rPr>
          <w:rFonts w:ascii="Times New Roman" w:hAnsi="Times New Roman" w:cs="Times New Roman"/>
          <w:sz w:val="28"/>
          <w:szCs w:val="28"/>
        </w:rPr>
        <w:t>е</w:t>
      </w:r>
      <w:r w:rsidR="00956BB6">
        <w:rPr>
          <w:rFonts w:ascii="Times New Roman" w:hAnsi="Times New Roman" w:cs="Times New Roman"/>
          <w:sz w:val="28"/>
          <w:szCs w:val="28"/>
        </w:rPr>
        <w:t>риоды.</w:t>
      </w:r>
      <w:r w:rsidR="00E110C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56BB6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956BB6">
        <w:rPr>
          <w:rFonts w:ascii="Times New Roman" w:hAnsi="Times New Roman" w:cs="Times New Roman"/>
          <w:sz w:val="28"/>
          <w:szCs w:val="28"/>
        </w:rPr>
        <w:t xml:space="preserve"> Механизм секреция и состав поджелудочного сока.</w:t>
      </w:r>
    </w:p>
    <w:p w:rsidR="00E110CC" w:rsidRDefault="00956BB6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3461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Образование и выделение желчи.</w:t>
      </w:r>
    </w:p>
    <w:p w:rsidR="00956BB6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956BB6">
        <w:rPr>
          <w:rFonts w:ascii="Times New Roman" w:hAnsi="Times New Roman" w:cs="Times New Roman"/>
          <w:sz w:val="28"/>
          <w:szCs w:val="28"/>
        </w:rPr>
        <w:t xml:space="preserve"> Роль кишечного сока в пищеварении.</w:t>
      </w:r>
    </w:p>
    <w:p w:rsidR="00956BB6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="00956BB6">
        <w:rPr>
          <w:rFonts w:ascii="Times New Roman" w:hAnsi="Times New Roman" w:cs="Times New Roman"/>
          <w:sz w:val="28"/>
          <w:szCs w:val="28"/>
        </w:rPr>
        <w:t xml:space="preserve"> Механизм кишечного переваривания.</w:t>
      </w:r>
    </w:p>
    <w:p w:rsidR="00956BB6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956BB6">
        <w:rPr>
          <w:rFonts w:ascii="Times New Roman" w:hAnsi="Times New Roman" w:cs="Times New Roman"/>
          <w:sz w:val="28"/>
          <w:szCs w:val="28"/>
        </w:rPr>
        <w:t xml:space="preserve"> Всасывание и его механизм.</w:t>
      </w:r>
    </w:p>
    <w:p w:rsidR="00956BB6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956BB6">
        <w:rPr>
          <w:rFonts w:ascii="Times New Roman" w:hAnsi="Times New Roman" w:cs="Times New Roman"/>
          <w:sz w:val="28"/>
          <w:szCs w:val="28"/>
        </w:rPr>
        <w:t xml:space="preserve"> Всасывание белков, углеводов, жиров, воды и минеральных веществ.</w:t>
      </w:r>
    </w:p>
    <w:p w:rsidR="00956BB6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956BB6">
        <w:rPr>
          <w:rFonts w:ascii="Times New Roman" w:hAnsi="Times New Roman" w:cs="Times New Roman"/>
          <w:sz w:val="28"/>
          <w:szCs w:val="28"/>
        </w:rPr>
        <w:t xml:space="preserve"> Моторная функция кишечника.</w:t>
      </w:r>
    </w:p>
    <w:p w:rsidR="00956BB6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956B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Пищеварение в толстом кишечнике.</w:t>
      </w:r>
    </w:p>
    <w:p w:rsidR="00134618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 Дефекация.</w:t>
      </w:r>
    </w:p>
    <w:p w:rsidR="00134618" w:rsidRPr="004A68D6" w:rsidRDefault="00134618" w:rsidP="00E86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 Пищеварение у птиц.</w:t>
      </w:r>
    </w:p>
    <w:sectPr w:rsidR="00134618" w:rsidRPr="004A68D6" w:rsidSect="006E3C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autoHyphenation/>
  <w:characterSpacingControl w:val="doNotCompress"/>
  <w:compat/>
  <w:rsids>
    <w:rsidRoot w:val="00E86693"/>
    <w:rsid w:val="000E3519"/>
    <w:rsid w:val="00134618"/>
    <w:rsid w:val="00320888"/>
    <w:rsid w:val="00340FED"/>
    <w:rsid w:val="00366BDB"/>
    <w:rsid w:val="00384FF6"/>
    <w:rsid w:val="0043358C"/>
    <w:rsid w:val="004A68D6"/>
    <w:rsid w:val="006E3CBB"/>
    <w:rsid w:val="0072349A"/>
    <w:rsid w:val="00803769"/>
    <w:rsid w:val="00956BB6"/>
    <w:rsid w:val="00BD6AD1"/>
    <w:rsid w:val="00C50FCD"/>
    <w:rsid w:val="00DD346D"/>
    <w:rsid w:val="00E110CC"/>
    <w:rsid w:val="00E8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86;&#1083;&#1100;&#1079;&#1086;&#1074;&#1072;&#1090;&#1077;&#1083;&#1100;\Desktop\Doc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93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2013-06-10T05:40:00Z</dcterms:created>
  <dcterms:modified xsi:type="dcterms:W3CDTF">2013-06-11T03:46:00Z</dcterms:modified>
</cp:coreProperties>
</file>