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63" w:rsidRDefault="008C5763" w:rsidP="000211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специализированных аудиторий, кабинетов, лабораторий</w:t>
      </w:r>
    </w:p>
    <w:p w:rsidR="008C5763" w:rsidRDefault="008C5763" w:rsidP="000211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Кафедры технологии   переработки и стандартизации для проведения занятий по дисциплине: </w:t>
      </w:r>
    </w:p>
    <w:p w:rsidR="008C5763" w:rsidRDefault="008C5763" w:rsidP="000211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«Контроль и оценка качества сырья и продовольственных продуктов»</w:t>
      </w:r>
    </w:p>
    <w:p w:rsidR="008C5763" w:rsidRDefault="008C5763" w:rsidP="00021146">
      <w:pPr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393"/>
        <w:gridCol w:w="2393"/>
        <w:gridCol w:w="3854"/>
      </w:tblGrid>
      <w:tr w:rsidR="008C5763" w:rsidRPr="00021146" w:rsidTr="000726C6">
        <w:tc>
          <w:tcPr>
            <w:tcW w:w="1008" w:type="dxa"/>
            <w:vAlign w:val="center"/>
          </w:tcPr>
          <w:p w:rsidR="008C5763" w:rsidRPr="000726C6" w:rsidRDefault="008C5763" w:rsidP="000726C6">
            <w:pPr>
              <w:jc w:val="center"/>
              <w:rPr>
                <w:b/>
                <w:sz w:val="28"/>
                <w:szCs w:val="28"/>
              </w:rPr>
            </w:pPr>
            <w:r w:rsidRPr="000726C6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393" w:type="dxa"/>
            <w:vAlign w:val="center"/>
          </w:tcPr>
          <w:p w:rsidR="008C5763" w:rsidRPr="000726C6" w:rsidRDefault="008C5763" w:rsidP="000726C6">
            <w:pPr>
              <w:jc w:val="center"/>
              <w:rPr>
                <w:b/>
                <w:sz w:val="28"/>
                <w:szCs w:val="28"/>
              </w:rPr>
            </w:pPr>
            <w:r w:rsidRPr="000726C6">
              <w:rPr>
                <w:b/>
                <w:sz w:val="28"/>
                <w:szCs w:val="28"/>
              </w:rPr>
              <w:t>Корпус</w:t>
            </w:r>
          </w:p>
        </w:tc>
        <w:tc>
          <w:tcPr>
            <w:tcW w:w="2393" w:type="dxa"/>
            <w:vAlign w:val="center"/>
          </w:tcPr>
          <w:p w:rsidR="008C5763" w:rsidRPr="000726C6" w:rsidRDefault="008C5763" w:rsidP="000726C6">
            <w:pPr>
              <w:jc w:val="center"/>
              <w:rPr>
                <w:b/>
                <w:sz w:val="28"/>
                <w:szCs w:val="28"/>
              </w:rPr>
            </w:pPr>
            <w:r w:rsidRPr="000726C6">
              <w:rPr>
                <w:b/>
                <w:sz w:val="28"/>
                <w:szCs w:val="28"/>
              </w:rPr>
              <w:t>№ аудиторий</w:t>
            </w:r>
          </w:p>
        </w:tc>
        <w:tc>
          <w:tcPr>
            <w:tcW w:w="3854" w:type="dxa"/>
            <w:vAlign w:val="center"/>
          </w:tcPr>
          <w:p w:rsidR="008C5763" w:rsidRPr="000726C6" w:rsidRDefault="008C5763" w:rsidP="000726C6">
            <w:pPr>
              <w:jc w:val="center"/>
              <w:rPr>
                <w:b/>
                <w:sz w:val="28"/>
                <w:szCs w:val="28"/>
              </w:rPr>
            </w:pPr>
            <w:r w:rsidRPr="000726C6">
              <w:rPr>
                <w:b/>
                <w:sz w:val="28"/>
                <w:szCs w:val="28"/>
              </w:rPr>
              <w:t>Приборы и оборудование, программное обеспечение, используемые при изучении дисциплины</w:t>
            </w:r>
          </w:p>
        </w:tc>
      </w:tr>
      <w:tr w:rsidR="008C5763" w:rsidTr="000726C6">
        <w:tc>
          <w:tcPr>
            <w:tcW w:w="1008" w:type="dxa"/>
          </w:tcPr>
          <w:p w:rsidR="008C5763" w:rsidRPr="000726C6" w:rsidRDefault="008C5763" w:rsidP="000726C6">
            <w:pPr>
              <w:jc w:val="center"/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C5763" w:rsidRPr="000726C6" w:rsidRDefault="008C5763" w:rsidP="000726C6">
            <w:pPr>
              <w:jc w:val="center"/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C5763" w:rsidRPr="000726C6" w:rsidRDefault="008C5763" w:rsidP="000726C6">
            <w:pPr>
              <w:jc w:val="center"/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325</w:t>
            </w:r>
          </w:p>
        </w:tc>
        <w:tc>
          <w:tcPr>
            <w:tcW w:w="3854" w:type="dxa"/>
            <w:vAlign w:val="center"/>
          </w:tcPr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Ультразвуковой анализатор молока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Анализатор молока вискозометрический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Устройство для определения влажности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Люминископ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Трихенеллоскоп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Рефрактометр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Центрифуга для исследования молока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КФК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Баня водяная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Сушильный шкаф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Дистиллятор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Цифровой термометр щуп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Весы лабораторные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Магнитная мешалка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Бутирометр для молока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Бутирометр для сливок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Гигрометр психрометрический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Баня лабораторная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Психрометр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Ареометр АМТ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Весы лабораторные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Весы торсионные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Мельница лабораторная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Облучатель напольный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Рефрактометр ИРФ-454Б2М"</w:t>
            </w:r>
          </w:p>
          <w:p w:rsidR="008C5763" w:rsidRPr="000726C6" w:rsidRDefault="008C5763" w:rsidP="000749F9">
            <w:pPr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РН -метр</w:t>
            </w:r>
          </w:p>
        </w:tc>
      </w:tr>
      <w:tr w:rsidR="008C5763" w:rsidTr="000726C6">
        <w:tc>
          <w:tcPr>
            <w:tcW w:w="1008" w:type="dxa"/>
          </w:tcPr>
          <w:p w:rsidR="008C5763" w:rsidRPr="000726C6" w:rsidRDefault="008C5763" w:rsidP="000726C6">
            <w:pPr>
              <w:jc w:val="center"/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C5763" w:rsidRPr="000726C6" w:rsidRDefault="008C5763" w:rsidP="00072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C5763" w:rsidRPr="000726C6" w:rsidRDefault="008C5763" w:rsidP="000726C6">
            <w:pPr>
              <w:jc w:val="center"/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332</w:t>
            </w:r>
          </w:p>
        </w:tc>
        <w:tc>
          <w:tcPr>
            <w:tcW w:w="3854" w:type="dxa"/>
          </w:tcPr>
          <w:p w:rsidR="008C5763" w:rsidRPr="000726C6" w:rsidRDefault="008C5763" w:rsidP="000726C6">
            <w:pPr>
              <w:jc w:val="center"/>
              <w:rPr>
                <w:sz w:val="28"/>
                <w:szCs w:val="28"/>
              </w:rPr>
            </w:pPr>
            <w:r w:rsidRPr="000726C6">
              <w:rPr>
                <w:sz w:val="28"/>
                <w:szCs w:val="28"/>
              </w:rPr>
              <w:t>Мульмедийный кабинет</w:t>
            </w:r>
          </w:p>
        </w:tc>
      </w:tr>
    </w:tbl>
    <w:p w:rsidR="008C5763" w:rsidRDefault="008C5763" w:rsidP="00021146">
      <w:pPr>
        <w:rPr>
          <w:sz w:val="28"/>
          <w:szCs w:val="28"/>
        </w:rPr>
      </w:pPr>
    </w:p>
    <w:p w:rsidR="008C5763" w:rsidRPr="005B2630" w:rsidRDefault="008C5763" w:rsidP="00021146">
      <w:r w:rsidRPr="005B2630">
        <w:t>Составитель</w:t>
      </w:r>
    </w:p>
    <w:p w:rsidR="008C5763" w:rsidRPr="005B2630" w:rsidRDefault="008C5763" w:rsidP="00021146">
      <w:r w:rsidRPr="005B2630">
        <w:t xml:space="preserve">Должность                                          ст. преподаватель В. </w:t>
      </w:r>
      <w:r>
        <w:t>Карасева</w:t>
      </w:r>
    </w:p>
    <w:p w:rsidR="008C5763" w:rsidRPr="005B2630" w:rsidRDefault="008C5763" w:rsidP="00021146">
      <w:r w:rsidRPr="005B2630">
        <w:t>___._________20______г.</w:t>
      </w:r>
      <w:bookmarkStart w:id="0" w:name="_GoBack"/>
      <w:bookmarkEnd w:id="0"/>
    </w:p>
    <w:sectPr w:rsidR="008C5763" w:rsidRPr="005B2630" w:rsidSect="004C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146"/>
    <w:rsid w:val="00021146"/>
    <w:rsid w:val="000726C6"/>
    <w:rsid w:val="000749F9"/>
    <w:rsid w:val="000E02E3"/>
    <w:rsid w:val="004C20EF"/>
    <w:rsid w:val="005B2630"/>
    <w:rsid w:val="008C5763"/>
    <w:rsid w:val="00B34BB7"/>
    <w:rsid w:val="00F6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14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2114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148</Words>
  <Characters>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ASI2</cp:lastModifiedBy>
  <cp:revision>2</cp:revision>
  <dcterms:created xsi:type="dcterms:W3CDTF">2012-11-22T04:03:00Z</dcterms:created>
  <dcterms:modified xsi:type="dcterms:W3CDTF">2013-09-30T14:48:00Z</dcterms:modified>
</cp:coreProperties>
</file>